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731B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731B2B">
        <w:rPr>
          <w:rFonts w:ascii="Corbel" w:hAnsi="Corbel"/>
          <w:bCs/>
          <w:i/>
        </w:rPr>
        <w:t xml:space="preserve">Załącznik nr </w:t>
      </w:r>
      <w:r w:rsidR="006F31E2" w:rsidRPr="00731B2B">
        <w:rPr>
          <w:rFonts w:ascii="Corbel" w:hAnsi="Corbel"/>
          <w:bCs/>
          <w:i/>
        </w:rPr>
        <w:t>1.5</w:t>
      </w:r>
      <w:r w:rsidR="00D8678B" w:rsidRPr="00731B2B">
        <w:rPr>
          <w:rFonts w:ascii="Corbel" w:hAnsi="Corbel"/>
          <w:bCs/>
          <w:i/>
        </w:rPr>
        <w:t xml:space="preserve"> do Zarządzenia</w:t>
      </w:r>
      <w:r w:rsidR="002A22BF" w:rsidRPr="00731B2B">
        <w:rPr>
          <w:rFonts w:ascii="Corbel" w:hAnsi="Corbel"/>
          <w:bCs/>
          <w:i/>
        </w:rPr>
        <w:t xml:space="preserve"> Rektora UR </w:t>
      </w:r>
      <w:r w:rsidRPr="00731B2B">
        <w:rPr>
          <w:rFonts w:ascii="Corbel" w:hAnsi="Corbel"/>
          <w:bCs/>
          <w:i/>
        </w:rPr>
        <w:t xml:space="preserve"> nr </w:t>
      </w:r>
      <w:r w:rsidR="00F17567" w:rsidRPr="00731B2B">
        <w:rPr>
          <w:rFonts w:ascii="Corbel" w:hAnsi="Corbel"/>
          <w:bCs/>
          <w:i/>
        </w:rPr>
        <w:t>12/2019</w:t>
      </w: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0C21BA1E" w:rsidR="0085747A" w:rsidRPr="00731B2B" w:rsidRDefault="0071620A" w:rsidP="003E266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EC463A">
        <w:rPr>
          <w:rFonts w:ascii="Corbel" w:hAnsi="Corbel"/>
          <w:b/>
          <w:smallCaps/>
          <w:sz w:val="24"/>
          <w:szCs w:val="24"/>
        </w:rPr>
        <w:t>2022-2024</w:t>
      </w:r>
    </w:p>
    <w:p w14:paraId="6318E983" w14:textId="7E2BD0A9" w:rsidR="00445970" w:rsidRPr="00731B2B" w:rsidRDefault="00445970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EC463A">
        <w:rPr>
          <w:rFonts w:ascii="Corbel" w:hAnsi="Corbel"/>
          <w:sz w:val="20"/>
          <w:szCs w:val="20"/>
        </w:rPr>
        <w:t>3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EC463A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9B24153" w:rsidR="0085747A" w:rsidRPr="00731B2B" w:rsidRDefault="000203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5CFB3BC" w:rsidR="00015B8F" w:rsidRPr="00731B2B" w:rsidRDefault="00020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369554B" w:rsidR="00015B8F" w:rsidRPr="00731B2B" w:rsidRDefault="008D7F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przyczynowo-skutkowych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ekonomiczno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6F541DD2" w14:textId="725124C7" w:rsidR="0085747A" w:rsidRPr="00731B2B" w:rsidRDefault="0091159F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1B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1B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3AF98E6" w:rsidR="0085747A" w:rsidRPr="00731B2B" w:rsidRDefault="0002039E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30632522" w:rsidR="00C61DC5" w:rsidRPr="00731B2B" w:rsidRDefault="0002039E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56F1A9A8" w:rsidR="00C61DC5" w:rsidRPr="00731B2B" w:rsidRDefault="008D7F2B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05F17FC" w:rsidR="0085747A" w:rsidRPr="00731B2B" w:rsidRDefault="008D7F2B" w:rsidP="008D7F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6F147F2D" w:rsidR="0085747A" w:rsidRPr="00731B2B" w:rsidRDefault="008D7F2B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0E2CFBB3" w14:textId="77777777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D2B67D" w14:textId="7CC96730" w:rsidR="00720440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Pazio, Marketing międzynarodowy - podręcznik akademicki, Politechnika Warszawska. Oficyna Wydawnicza. 2016 </w:t>
            </w:r>
          </w:p>
          <w:p w14:paraId="5B6BD421" w14:textId="131FBDDF" w:rsidR="00617678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K. Fonfara, Marketing mi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dzynarodowy 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wsp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czesne trendy i</w:t>
            </w:r>
            <w:r w:rsidR="003E266F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zadania,  Uniwersytet Ekonomiczny w Poznaniu, 2018 </w:t>
            </w:r>
          </w:p>
          <w:p w14:paraId="7C8B165F" w14:textId="7620871E" w:rsidR="00617678" w:rsidRPr="00731B2B" w:rsidRDefault="001D2F6E" w:rsidP="19454A6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A. Smalec Marketing międzynarodowy: wybrane zagadnienia, Wydawnictwo Naukowe Uniwersytetu Szczecińskiego, Szczecin 2012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S. Dybka, T. Surmacz, The importance of content marketing brand building,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F0C7" w14:textId="77777777" w:rsidR="00F15595" w:rsidRDefault="00F15595" w:rsidP="00C16ABF">
      <w:pPr>
        <w:spacing w:after="0" w:line="240" w:lineRule="auto"/>
      </w:pPr>
      <w:r>
        <w:separator/>
      </w:r>
    </w:p>
  </w:endnote>
  <w:endnote w:type="continuationSeparator" w:id="0">
    <w:p w14:paraId="0670D2C1" w14:textId="77777777" w:rsidR="00F15595" w:rsidRDefault="00F155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6F687" w14:textId="77777777" w:rsidR="00F15595" w:rsidRDefault="00F15595" w:rsidP="00C16ABF">
      <w:pPr>
        <w:spacing w:after="0" w:line="240" w:lineRule="auto"/>
      </w:pPr>
      <w:r>
        <w:separator/>
      </w:r>
    </w:p>
  </w:footnote>
  <w:footnote w:type="continuationSeparator" w:id="0">
    <w:p w14:paraId="31C49E9E" w14:textId="77777777" w:rsidR="00F15595" w:rsidRDefault="00F1559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2A36B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256934">
    <w:abstractNumId w:val="0"/>
  </w:num>
  <w:num w:numId="2" w16cid:durableId="677805038">
    <w:abstractNumId w:val="2"/>
  </w:num>
  <w:num w:numId="3" w16cid:durableId="1474634778">
    <w:abstractNumId w:val="4"/>
  </w:num>
  <w:num w:numId="4" w16cid:durableId="1273592174">
    <w:abstractNumId w:val="1"/>
  </w:num>
  <w:num w:numId="5" w16cid:durableId="73197449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39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5105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3BC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48C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F2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087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573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63A"/>
    <w:rsid w:val="00EC4899"/>
    <w:rsid w:val="00ED00E0"/>
    <w:rsid w:val="00ED03AB"/>
    <w:rsid w:val="00ED32D2"/>
    <w:rsid w:val="00EE32DE"/>
    <w:rsid w:val="00EE5457"/>
    <w:rsid w:val="00F070AB"/>
    <w:rsid w:val="00F1559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79A937-8D4D-4C0C-8D96-9ABD074668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5B1263-82C7-4C1A-ACCB-05E80F5DE30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1010</Words>
  <Characters>6064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8</cp:revision>
  <cp:lastPrinted>2019-02-06T12:12:00Z</cp:lastPrinted>
  <dcterms:created xsi:type="dcterms:W3CDTF">2020-12-13T13:21:00Z</dcterms:created>
  <dcterms:modified xsi:type="dcterms:W3CDTF">2022-05-30T22:27:00Z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